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818C88-4851-4727-99D6-CACEE2F422D0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